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DB8" w:rsidRPr="007069B5" w:rsidRDefault="001E0DB8" w:rsidP="005A1A26">
      <w:pPr>
        <w:pStyle w:val="Style4"/>
        <w:widowControl/>
        <w:spacing w:line="240" w:lineRule="exact"/>
        <w:jc w:val="left"/>
        <w:rPr>
          <w:rStyle w:val="FontStyle13"/>
          <w:b w:val="0"/>
          <w:bCs/>
          <w:sz w:val="28"/>
          <w:szCs w:val="28"/>
        </w:rPr>
      </w:pPr>
    </w:p>
    <w:p w:rsidR="001E0DB8" w:rsidRDefault="001E0DB8" w:rsidP="005A1A26">
      <w:pPr>
        <w:pStyle w:val="Style4"/>
        <w:widowControl/>
        <w:spacing w:line="240" w:lineRule="exact"/>
        <w:ind w:left="509"/>
        <w:rPr>
          <w:sz w:val="28"/>
          <w:szCs w:val="28"/>
        </w:rPr>
      </w:pPr>
    </w:p>
    <w:p w:rsidR="001E0DB8" w:rsidRDefault="001E0DB8" w:rsidP="005A1A26">
      <w:pPr>
        <w:pStyle w:val="Style4"/>
        <w:widowControl/>
        <w:spacing w:line="240" w:lineRule="exact"/>
        <w:ind w:left="509"/>
        <w:rPr>
          <w:sz w:val="28"/>
          <w:szCs w:val="28"/>
        </w:rPr>
      </w:pPr>
    </w:p>
    <w:p w:rsidR="001E0DB8" w:rsidRDefault="001E0DB8" w:rsidP="005A1A26">
      <w:pPr>
        <w:pStyle w:val="Style4"/>
        <w:widowControl/>
        <w:spacing w:line="240" w:lineRule="exact"/>
        <w:ind w:left="509"/>
        <w:rPr>
          <w:sz w:val="28"/>
          <w:szCs w:val="28"/>
        </w:rPr>
      </w:pPr>
    </w:p>
    <w:p w:rsidR="001E0DB8" w:rsidRDefault="001E0DB8" w:rsidP="005A1A26">
      <w:pPr>
        <w:pStyle w:val="Style4"/>
        <w:widowControl/>
        <w:spacing w:line="240" w:lineRule="exact"/>
        <w:ind w:left="509"/>
        <w:rPr>
          <w:sz w:val="28"/>
          <w:szCs w:val="28"/>
        </w:rPr>
      </w:pPr>
    </w:p>
    <w:p w:rsidR="001E0DB8" w:rsidRDefault="001E0DB8" w:rsidP="005A1A26">
      <w:pPr>
        <w:pStyle w:val="Style4"/>
        <w:widowControl/>
        <w:spacing w:line="240" w:lineRule="exact"/>
        <w:ind w:left="509"/>
        <w:rPr>
          <w:sz w:val="28"/>
          <w:szCs w:val="28"/>
        </w:rPr>
      </w:pPr>
    </w:p>
    <w:p w:rsidR="001E0DB8" w:rsidRDefault="001E0DB8" w:rsidP="005A1A26">
      <w:pPr>
        <w:pStyle w:val="Style4"/>
        <w:widowControl/>
        <w:spacing w:line="240" w:lineRule="exact"/>
        <w:ind w:left="509"/>
        <w:rPr>
          <w:sz w:val="28"/>
          <w:szCs w:val="28"/>
        </w:rPr>
      </w:pPr>
    </w:p>
    <w:p w:rsidR="001E0DB8" w:rsidRDefault="001E0DB8" w:rsidP="007069B5">
      <w:pPr>
        <w:widowControl/>
        <w:jc w:val="center"/>
        <w:rPr>
          <w:bCs/>
          <w:sz w:val="28"/>
          <w:szCs w:val="28"/>
        </w:rPr>
      </w:pPr>
      <w:r w:rsidRPr="00E37753">
        <w:rPr>
          <w:b/>
          <w:bCs/>
          <w:sz w:val="28"/>
          <w:szCs w:val="28"/>
        </w:rPr>
        <w:t xml:space="preserve">О внесении изменения в Закон Ульяновской области </w:t>
      </w:r>
      <w:r w:rsidRPr="00E37753">
        <w:rPr>
          <w:b/>
          <w:bCs/>
          <w:sz w:val="28"/>
          <w:szCs w:val="28"/>
        </w:rPr>
        <w:br/>
        <w:t xml:space="preserve">«Об утверждении типовой формы контракта с лицом, назначаемым </w:t>
      </w:r>
      <w:r w:rsidRPr="00E37753">
        <w:rPr>
          <w:b/>
          <w:bCs/>
          <w:sz w:val="28"/>
          <w:szCs w:val="28"/>
        </w:rPr>
        <w:br/>
        <w:t xml:space="preserve">на должность главы местной администрации по контракту» </w:t>
      </w:r>
      <w:r w:rsidRPr="00E37753">
        <w:rPr>
          <w:b/>
          <w:bCs/>
          <w:sz w:val="28"/>
          <w:szCs w:val="28"/>
        </w:rPr>
        <w:br/>
      </w:r>
    </w:p>
    <w:p w:rsidR="001E0DB8" w:rsidRDefault="001E0DB8" w:rsidP="007069B5">
      <w:pPr>
        <w:widowControl/>
        <w:jc w:val="center"/>
        <w:rPr>
          <w:bCs/>
          <w:sz w:val="28"/>
          <w:szCs w:val="28"/>
        </w:rPr>
      </w:pPr>
    </w:p>
    <w:p w:rsidR="001E0DB8" w:rsidRPr="00F87AFF" w:rsidRDefault="001E0DB8" w:rsidP="007414DE">
      <w:pPr>
        <w:pStyle w:val="ConsNormal"/>
        <w:ind w:right="0" w:firstLine="0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F87AFF">
        <w:rPr>
          <w:rFonts w:ascii="Times New Roman" w:hAnsi="Times New Roman" w:cs="Times New Roman"/>
          <w:sz w:val="24"/>
          <w:szCs w:val="24"/>
        </w:rPr>
        <w:t>Принят Законодательным</w:t>
      </w:r>
      <w:r>
        <w:rPr>
          <w:rFonts w:ascii="Times New Roman" w:hAnsi="Times New Roman" w:cs="Times New Roman"/>
          <w:sz w:val="24"/>
          <w:szCs w:val="24"/>
        </w:rPr>
        <w:t xml:space="preserve"> Собранием Ульяновской области 31</w:t>
      </w:r>
      <w:r w:rsidRPr="00F87A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марта</w:t>
      </w:r>
      <w:r w:rsidRPr="00F87AFF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F87AF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E0DB8" w:rsidRPr="008E594B" w:rsidRDefault="001E0DB8" w:rsidP="007414DE">
      <w:pPr>
        <w:pStyle w:val="ConsPlusNormal"/>
        <w:outlineLvl w:val="0"/>
        <w:rPr>
          <w:rFonts w:ascii="Times New Roman" w:hAnsi="Times New Roman" w:cs="Times New Roman"/>
          <w:sz w:val="24"/>
          <w:szCs w:val="28"/>
        </w:rPr>
      </w:pPr>
    </w:p>
    <w:p w:rsidR="001E0DB8" w:rsidRDefault="001E0DB8" w:rsidP="007069B5">
      <w:pPr>
        <w:widowControl/>
        <w:jc w:val="center"/>
        <w:rPr>
          <w:bCs/>
          <w:sz w:val="28"/>
          <w:szCs w:val="28"/>
        </w:rPr>
      </w:pPr>
    </w:p>
    <w:p w:rsidR="001E0DB8" w:rsidRDefault="001E0DB8" w:rsidP="007069B5">
      <w:pPr>
        <w:widowControl/>
        <w:jc w:val="center"/>
        <w:rPr>
          <w:bCs/>
          <w:sz w:val="28"/>
          <w:szCs w:val="28"/>
        </w:rPr>
      </w:pPr>
    </w:p>
    <w:p w:rsidR="001E0DB8" w:rsidRPr="00E37753" w:rsidRDefault="001E0DB8" w:rsidP="006D3F6A">
      <w:pPr>
        <w:widowControl/>
        <w:rPr>
          <w:bCs/>
          <w:sz w:val="28"/>
          <w:szCs w:val="28"/>
        </w:rPr>
      </w:pPr>
    </w:p>
    <w:p w:rsidR="001E0DB8" w:rsidRDefault="001E0DB8" w:rsidP="007069B5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37753">
        <w:rPr>
          <w:bCs/>
          <w:sz w:val="28"/>
          <w:szCs w:val="28"/>
        </w:rPr>
        <w:t xml:space="preserve">Внести в подпункт 5.3.9 пункта </w:t>
      </w:r>
      <w:r w:rsidRPr="00E37753">
        <w:rPr>
          <w:iCs/>
          <w:sz w:val="28"/>
          <w:szCs w:val="28"/>
        </w:rPr>
        <w:t xml:space="preserve">5.3 </w:t>
      </w:r>
      <w:r w:rsidRPr="00E37753">
        <w:rPr>
          <w:sz w:val="28"/>
          <w:szCs w:val="28"/>
        </w:rPr>
        <w:t xml:space="preserve">раздела </w:t>
      </w:r>
      <w:r w:rsidRPr="00E37753">
        <w:rPr>
          <w:iCs/>
          <w:sz w:val="28"/>
          <w:szCs w:val="28"/>
        </w:rPr>
        <w:t xml:space="preserve">5 </w:t>
      </w:r>
      <w:r w:rsidRPr="00E37753">
        <w:rPr>
          <w:bCs/>
          <w:sz w:val="28"/>
          <w:szCs w:val="28"/>
        </w:rPr>
        <w:t xml:space="preserve">типовой формы контракта </w:t>
      </w:r>
      <w:r>
        <w:rPr>
          <w:bCs/>
          <w:sz w:val="28"/>
          <w:szCs w:val="28"/>
        </w:rPr>
        <w:t xml:space="preserve">                    </w:t>
      </w:r>
      <w:r w:rsidRPr="00E37753">
        <w:rPr>
          <w:bCs/>
          <w:sz w:val="28"/>
          <w:szCs w:val="28"/>
        </w:rPr>
        <w:t xml:space="preserve">с </w:t>
      </w:r>
      <w:r w:rsidRPr="00E37753">
        <w:rPr>
          <w:sz w:val="28"/>
          <w:szCs w:val="28"/>
        </w:rPr>
        <w:t xml:space="preserve">лицом, назначаемым на должность главы местной администрации по контракту, утверждённой Законом Ульяновской области от 6 сентября 2007 года № </w:t>
      </w:r>
      <w:r w:rsidRPr="00E37753">
        <w:rPr>
          <w:bCs/>
          <w:sz w:val="28"/>
          <w:szCs w:val="28"/>
        </w:rPr>
        <w:t xml:space="preserve">135-ЗО </w:t>
      </w:r>
      <w:r w:rsidRPr="00E37753">
        <w:rPr>
          <w:sz w:val="28"/>
          <w:szCs w:val="28"/>
        </w:rPr>
        <w:t>«Об утверждении типовой формы контракта с лицом, назначаемым на должность главы местной администрации по контракту»</w:t>
      </w:r>
      <w:bookmarkStart w:id="0" w:name="_GoBack"/>
      <w:bookmarkEnd w:id="0"/>
      <w:r w:rsidRPr="00E37753">
        <w:rPr>
          <w:sz w:val="28"/>
          <w:szCs w:val="28"/>
        </w:rPr>
        <w:t xml:space="preserve"> («Ульяновская правда» </w:t>
      </w:r>
      <w:r>
        <w:rPr>
          <w:sz w:val="28"/>
          <w:szCs w:val="28"/>
        </w:rPr>
        <w:t xml:space="preserve">                           </w:t>
      </w:r>
      <w:r w:rsidRPr="00E37753">
        <w:rPr>
          <w:sz w:val="28"/>
          <w:szCs w:val="28"/>
        </w:rPr>
        <w:t xml:space="preserve">от 08.09.2007 № 76; от 07.10.2009 </w:t>
      </w:r>
      <w:r w:rsidRPr="00E37753">
        <w:rPr>
          <w:iCs/>
          <w:sz w:val="28"/>
          <w:szCs w:val="28"/>
        </w:rPr>
        <w:t xml:space="preserve">№ </w:t>
      </w:r>
      <w:r w:rsidRPr="00E37753">
        <w:rPr>
          <w:sz w:val="28"/>
          <w:szCs w:val="28"/>
        </w:rPr>
        <w:t xml:space="preserve">81; от 08.06.2012 № 59; от 11.03.2014 № 34), изменение, изложив его в следующей редакции: </w:t>
      </w:r>
    </w:p>
    <w:p w:rsidR="001E0DB8" w:rsidRDefault="001E0DB8" w:rsidP="007069B5">
      <w:pPr>
        <w:widowControl/>
        <w:spacing w:line="360" w:lineRule="auto"/>
        <w:ind w:firstLine="709"/>
        <w:jc w:val="both"/>
        <w:rPr>
          <w:bCs/>
          <w:sz w:val="28"/>
          <w:szCs w:val="28"/>
        </w:rPr>
      </w:pPr>
      <w:r w:rsidRPr="00E37753">
        <w:rPr>
          <w:iCs/>
          <w:sz w:val="28"/>
          <w:szCs w:val="28"/>
        </w:rPr>
        <w:t xml:space="preserve">«5.3.9. </w:t>
      </w:r>
      <w:r w:rsidRPr="00E37753">
        <w:rPr>
          <w:sz w:val="28"/>
          <w:szCs w:val="28"/>
        </w:rPr>
        <w:t xml:space="preserve">Осуществляет иные полномочия, установленные федеральными законами, законами Ульяновской области, Уставом и нормативными правовыми актами представительного органа муниципального образования _______________________ (наименование муниципального образования).». </w:t>
      </w:r>
      <w:r w:rsidRPr="00E37753">
        <w:rPr>
          <w:sz w:val="28"/>
          <w:szCs w:val="28"/>
        </w:rPr>
        <w:br/>
      </w:r>
    </w:p>
    <w:p w:rsidR="001E0DB8" w:rsidRPr="00E37753" w:rsidRDefault="001E0DB8" w:rsidP="007069B5">
      <w:pPr>
        <w:widowControl/>
        <w:ind w:firstLine="709"/>
        <w:jc w:val="both"/>
        <w:rPr>
          <w:bCs/>
          <w:sz w:val="28"/>
          <w:szCs w:val="28"/>
        </w:rPr>
      </w:pPr>
    </w:p>
    <w:p w:rsidR="001E0DB8" w:rsidRDefault="001E0DB8" w:rsidP="007069B5">
      <w:pPr>
        <w:pStyle w:val="ConsNormal"/>
        <w:widowControl/>
        <w:tabs>
          <w:tab w:val="left" w:pos="7560"/>
        </w:tabs>
        <w:ind w:right="0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Губернатор Ульяновской области                                                        С.И.Морозов</w:t>
      </w:r>
    </w:p>
    <w:p w:rsidR="001E0DB8" w:rsidRDefault="001E0DB8" w:rsidP="007069B5">
      <w:pPr>
        <w:pStyle w:val="ConsNormal"/>
        <w:widowControl/>
        <w:tabs>
          <w:tab w:val="left" w:pos="756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1E0DB8" w:rsidRDefault="001E0DB8" w:rsidP="007069B5">
      <w:pPr>
        <w:pStyle w:val="ConsNormal"/>
        <w:widowControl/>
        <w:tabs>
          <w:tab w:val="left" w:pos="756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1E0DB8" w:rsidRDefault="001E0DB8" w:rsidP="007069B5">
      <w:pPr>
        <w:pStyle w:val="ConsNormal"/>
        <w:widowControl/>
        <w:tabs>
          <w:tab w:val="left" w:pos="756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1E0DB8" w:rsidRPr="007612F8" w:rsidRDefault="001E0DB8" w:rsidP="007069B5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612F8">
        <w:rPr>
          <w:rFonts w:ascii="Times New Roman" w:hAnsi="Times New Roman" w:cs="Times New Roman"/>
          <w:sz w:val="28"/>
          <w:szCs w:val="28"/>
        </w:rPr>
        <w:t>г. Ульяновск</w:t>
      </w:r>
    </w:p>
    <w:p w:rsidR="001E0DB8" w:rsidRPr="007612F8" w:rsidRDefault="001E0DB8" w:rsidP="007069B5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06 апреля </w:t>
      </w:r>
      <w:smartTag w:uri="urn:schemas-microsoft-com:office:smarttags" w:element="metricconverter">
        <w:smartTagPr>
          <w:attr w:name="ProductID" w:val="2016 г"/>
        </w:smartTagPr>
        <w:r>
          <w:rPr>
            <w:rFonts w:ascii="Times New Roman" w:hAnsi="Times New Roman" w:cs="Times New Roman"/>
            <w:sz w:val="28"/>
            <w:szCs w:val="28"/>
          </w:rPr>
          <w:t>2016</w:t>
        </w:r>
        <w:r w:rsidRPr="007612F8">
          <w:rPr>
            <w:rFonts w:ascii="Times New Roman" w:hAnsi="Times New Roman" w:cs="Times New Roman"/>
            <w:sz w:val="28"/>
            <w:szCs w:val="28"/>
          </w:rPr>
          <w:t xml:space="preserve"> г</w:t>
        </w:r>
      </w:smartTag>
      <w:r w:rsidRPr="007612F8">
        <w:rPr>
          <w:rFonts w:ascii="Times New Roman" w:hAnsi="Times New Roman" w:cs="Times New Roman"/>
          <w:sz w:val="28"/>
          <w:szCs w:val="28"/>
        </w:rPr>
        <w:t>.</w:t>
      </w:r>
    </w:p>
    <w:p w:rsidR="001E0DB8" w:rsidRPr="007612F8" w:rsidRDefault="001E0DB8" w:rsidP="007069B5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44</w:t>
      </w:r>
      <w:r w:rsidRPr="007612F8">
        <w:rPr>
          <w:rFonts w:ascii="Times New Roman" w:hAnsi="Times New Roman" w:cs="Times New Roman"/>
          <w:sz w:val="28"/>
          <w:szCs w:val="28"/>
        </w:rPr>
        <w:t>-ЗО</w:t>
      </w:r>
    </w:p>
    <w:p w:rsidR="001E0DB8" w:rsidRDefault="001E0DB8"/>
    <w:sectPr w:rsidR="001E0DB8" w:rsidSect="007069B5">
      <w:headerReference w:type="even" r:id="rId6"/>
      <w:headerReference w:type="default" r:id="rId7"/>
      <w:pgSz w:w="11907" w:h="16840" w:code="9"/>
      <w:pgMar w:top="1134" w:right="567" w:bottom="1134" w:left="1418" w:header="709" w:footer="709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0DB8" w:rsidRDefault="001E0DB8">
      <w:r>
        <w:separator/>
      </w:r>
    </w:p>
  </w:endnote>
  <w:endnote w:type="continuationSeparator" w:id="0">
    <w:p w:rsidR="001E0DB8" w:rsidRDefault="001E0D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0DB8" w:rsidRDefault="001E0DB8">
      <w:r>
        <w:separator/>
      </w:r>
    </w:p>
  </w:footnote>
  <w:footnote w:type="continuationSeparator" w:id="0">
    <w:p w:rsidR="001E0DB8" w:rsidRDefault="001E0D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DB8" w:rsidRDefault="001E0DB8" w:rsidP="00200AF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1E0DB8" w:rsidRDefault="001E0DB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DB8" w:rsidRDefault="001E0DB8" w:rsidP="00200AF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1E0DB8" w:rsidRDefault="001E0DB8">
    <w:pPr>
      <w:widowControl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1A26"/>
    <w:rsid w:val="0000001B"/>
    <w:rsid w:val="0000086A"/>
    <w:rsid w:val="00000CF2"/>
    <w:rsid w:val="00001020"/>
    <w:rsid w:val="00001676"/>
    <w:rsid w:val="000017D0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40CA9"/>
    <w:rsid w:val="00040FC6"/>
    <w:rsid w:val="000415E4"/>
    <w:rsid w:val="000419F6"/>
    <w:rsid w:val="000426AB"/>
    <w:rsid w:val="00042FB3"/>
    <w:rsid w:val="00044A7E"/>
    <w:rsid w:val="00044B6D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5038B"/>
    <w:rsid w:val="000505DE"/>
    <w:rsid w:val="00050612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8B3"/>
    <w:rsid w:val="000558B6"/>
    <w:rsid w:val="000565BE"/>
    <w:rsid w:val="00057050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C58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128A"/>
    <w:rsid w:val="000718D2"/>
    <w:rsid w:val="0007212B"/>
    <w:rsid w:val="0007360A"/>
    <w:rsid w:val="0007397D"/>
    <w:rsid w:val="00074684"/>
    <w:rsid w:val="00074C8F"/>
    <w:rsid w:val="00076027"/>
    <w:rsid w:val="00076647"/>
    <w:rsid w:val="0007689B"/>
    <w:rsid w:val="0007769C"/>
    <w:rsid w:val="0007793C"/>
    <w:rsid w:val="00077992"/>
    <w:rsid w:val="000809D4"/>
    <w:rsid w:val="00080B7A"/>
    <w:rsid w:val="00081236"/>
    <w:rsid w:val="000818A3"/>
    <w:rsid w:val="00081B98"/>
    <w:rsid w:val="00082CA1"/>
    <w:rsid w:val="00082CAC"/>
    <w:rsid w:val="000830BB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706"/>
    <w:rsid w:val="0009776F"/>
    <w:rsid w:val="00097899"/>
    <w:rsid w:val="000A0161"/>
    <w:rsid w:val="000A0D51"/>
    <w:rsid w:val="000A1B65"/>
    <w:rsid w:val="000A2403"/>
    <w:rsid w:val="000A2E20"/>
    <w:rsid w:val="000A2F6A"/>
    <w:rsid w:val="000A2FFB"/>
    <w:rsid w:val="000A3165"/>
    <w:rsid w:val="000A36CE"/>
    <w:rsid w:val="000A374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FA7"/>
    <w:rsid w:val="000D10FF"/>
    <w:rsid w:val="000D149D"/>
    <w:rsid w:val="000D1C3B"/>
    <w:rsid w:val="000D2858"/>
    <w:rsid w:val="000D3E4B"/>
    <w:rsid w:val="000D3EA6"/>
    <w:rsid w:val="000D53BE"/>
    <w:rsid w:val="000D63B7"/>
    <w:rsid w:val="000D63D7"/>
    <w:rsid w:val="000D6559"/>
    <w:rsid w:val="000D6B04"/>
    <w:rsid w:val="000D7F0A"/>
    <w:rsid w:val="000E058D"/>
    <w:rsid w:val="000E0CF5"/>
    <w:rsid w:val="000E123B"/>
    <w:rsid w:val="000E12B9"/>
    <w:rsid w:val="000E18B8"/>
    <w:rsid w:val="000E1D5B"/>
    <w:rsid w:val="000E2850"/>
    <w:rsid w:val="000E2A42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AC2"/>
    <w:rsid w:val="000E7C14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130"/>
    <w:rsid w:val="000F53B1"/>
    <w:rsid w:val="000F7389"/>
    <w:rsid w:val="000F74E2"/>
    <w:rsid w:val="000F7639"/>
    <w:rsid w:val="000F7667"/>
    <w:rsid w:val="000F7DDB"/>
    <w:rsid w:val="000F7F61"/>
    <w:rsid w:val="00100B43"/>
    <w:rsid w:val="001010D9"/>
    <w:rsid w:val="00101411"/>
    <w:rsid w:val="00101907"/>
    <w:rsid w:val="00101DB2"/>
    <w:rsid w:val="0010231A"/>
    <w:rsid w:val="0010253D"/>
    <w:rsid w:val="00102B6F"/>
    <w:rsid w:val="001037A6"/>
    <w:rsid w:val="00103C5A"/>
    <w:rsid w:val="00103C90"/>
    <w:rsid w:val="00103D41"/>
    <w:rsid w:val="00104B1D"/>
    <w:rsid w:val="00104C76"/>
    <w:rsid w:val="00105343"/>
    <w:rsid w:val="0010634F"/>
    <w:rsid w:val="001072E8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457C"/>
    <w:rsid w:val="001149A3"/>
    <w:rsid w:val="00114A16"/>
    <w:rsid w:val="00115A25"/>
    <w:rsid w:val="00116F27"/>
    <w:rsid w:val="00117AA4"/>
    <w:rsid w:val="00117D8E"/>
    <w:rsid w:val="0012051A"/>
    <w:rsid w:val="00121250"/>
    <w:rsid w:val="0012146C"/>
    <w:rsid w:val="001215C5"/>
    <w:rsid w:val="00121C30"/>
    <w:rsid w:val="0012268B"/>
    <w:rsid w:val="00122931"/>
    <w:rsid w:val="001244B5"/>
    <w:rsid w:val="0012510E"/>
    <w:rsid w:val="0012520A"/>
    <w:rsid w:val="001259EE"/>
    <w:rsid w:val="001266BC"/>
    <w:rsid w:val="0012671C"/>
    <w:rsid w:val="00127802"/>
    <w:rsid w:val="00127F1F"/>
    <w:rsid w:val="00130705"/>
    <w:rsid w:val="00130D0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F80"/>
    <w:rsid w:val="0014332A"/>
    <w:rsid w:val="00143BBE"/>
    <w:rsid w:val="00144455"/>
    <w:rsid w:val="00144D18"/>
    <w:rsid w:val="001450EE"/>
    <w:rsid w:val="001453C6"/>
    <w:rsid w:val="00146433"/>
    <w:rsid w:val="00146527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C8"/>
    <w:rsid w:val="00156AD4"/>
    <w:rsid w:val="00157E6D"/>
    <w:rsid w:val="00160157"/>
    <w:rsid w:val="00160327"/>
    <w:rsid w:val="001605F4"/>
    <w:rsid w:val="00160FA1"/>
    <w:rsid w:val="00161C1D"/>
    <w:rsid w:val="00161DC4"/>
    <w:rsid w:val="00162551"/>
    <w:rsid w:val="0016256C"/>
    <w:rsid w:val="00163CF2"/>
    <w:rsid w:val="00163DDF"/>
    <w:rsid w:val="0016415C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70130"/>
    <w:rsid w:val="00170281"/>
    <w:rsid w:val="00170300"/>
    <w:rsid w:val="00170E4E"/>
    <w:rsid w:val="00171898"/>
    <w:rsid w:val="00172166"/>
    <w:rsid w:val="0017222E"/>
    <w:rsid w:val="00173205"/>
    <w:rsid w:val="00173C51"/>
    <w:rsid w:val="00173F18"/>
    <w:rsid w:val="00174DC5"/>
    <w:rsid w:val="001751CE"/>
    <w:rsid w:val="00175432"/>
    <w:rsid w:val="00176BF7"/>
    <w:rsid w:val="00177511"/>
    <w:rsid w:val="00177D2C"/>
    <w:rsid w:val="001805F6"/>
    <w:rsid w:val="0018095A"/>
    <w:rsid w:val="00180A13"/>
    <w:rsid w:val="0018154B"/>
    <w:rsid w:val="00181B04"/>
    <w:rsid w:val="0018264A"/>
    <w:rsid w:val="00182CDF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633"/>
    <w:rsid w:val="0019532E"/>
    <w:rsid w:val="00195BA9"/>
    <w:rsid w:val="00196C58"/>
    <w:rsid w:val="0019774C"/>
    <w:rsid w:val="001A15B9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BFE"/>
    <w:rsid w:val="001A5D39"/>
    <w:rsid w:val="001A5E12"/>
    <w:rsid w:val="001A6C32"/>
    <w:rsid w:val="001A6D3D"/>
    <w:rsid w:val="001B16FF"/>
    <w:rsid w:val="001B185D"/>
    <w:rsid w:val="001B1A3B"/>
    <w:rsid w:val="001B1B4F"/>
    <w:rsid w:val="001B307C"/>
    <w:rsid w:val="001B3FEF"/>
    <w:rsid w:val="001B440E"/>
    <w:rsid w:val="001B55E4"/>
    <w:rsid w:val="001B5696"/>
    <w:rsid w:val="001B5B84"/>
    <w:rsid w:val="001B5D7D"/>
    <w:rsid w:val="001B6AB3"/>
    <w:rsid w:val="001B6E95"/>
    <w:rsid w:val="001C1801"/>
    <w:rsid w:val="001C1B32"/>
    <w:rsid w:val="001C21F3"/>
    <w:rsid w:val="001C23A7"/>
    <w:rsid w:val="001C2927"/>
    <w:rsid w:val="001C2A1F"/>
    <w:rsid w:val="001C2CC4"/>
    <w:rsid w:val="001C315C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77A"/>
    <w:rsid w:val="001C5C6C"/>
    <w:rsid w:val="001C626F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629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6185"/>
    <w:rsid w:val="001D6E20"/>
    <w:rsid w:val="001D70ED"/>
    <w:rsid w:val="001D77EF"/>
    <w:rsid w:val="001E05E5"/>
    <w:rsid w:val="001E085F"/>
    <w:rsid w:val="001E0A21"/>
    <w:rsid w:val="001E0C77"/>
    <w:rsid w:val="001E0DB8"/>
    <w:rsid w:val="001E1EBB"/>
    <w:rsid w:val="001E2853"/>
    <w:rsid w:val="001E2979"/>
    <w:rsid w:val="001E32E4"/>
    <w:rsid w:val="001E3D67"/>
    <w:rsid w:val="001E4302"/>
    <w:rsid w:val="001E4648"/>
    <w:rsid w:val="001E4674"/>
    <w:rsid w:val="001E4CCD"/>
    <w:rsid w:val="001E6191"/>
    <w:rsid w:val="001E6883"/>
    <w:rsid w:val="001E6FE0"/>
    <w:rsid w:val="001E7993"/>
    <w:rsid w:val="001E7BFF"/>
    <w:rsid w:val="001F01A5"/>
    <w:rsid w:val="001F05CB"/>
    <w:rsid w:val="001F09DD"/>
    <w:rsid w:val="001F131F"/>
    <w:rsid w:val="001F32E4"/>
    <w:rsid w:val="001F3C28"/>
    <w:rsid w:val="001F3FAA"/>
    <w:rsid w:val="001F446F"/>
    <w:rsid w:val="001F44B1"/>
    <w:rsid w:val="001F572E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0AF2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5865"/>
    <w:rsid w:val="00206062"/>
    <w:rsid w:val="00206892"/>
    <w:rsid w:val="0020708E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352"/>
    <w:rsid w:val="00212363"/>
    <w:rsid w:val="00213CC1"/>
    <w:rsid w:val="002151EB"/>
    <w:rsid w:val="00215BFB"/>
    <w:rsid w:val="00215CFF"/>
    <w:rsid w:val="00215FA0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3120"/>
    <w:rsid w:val="002234DB"/>
    <w:rsid w:val="00223FE1"/>
    <w:rsid w:val="002245AD"/>
    <w:rsid w:val="002248DA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6535"/>
    <w:rsid w:val="002365E4"/>
    <w:rsid w:val="00236CF2"/>
    <w:rsid w:val="00236FD8"/>
    <w:rsid w:val="0024093E"/>
    <w:rsid w:val="00242CA8"/>
    <w:rsid w:val="00243427"/>
    <w:rsid w:val="0024374C"/>
    <w:rsid w:val="002439EF"/>
    <w:rsid w:val="0024432D"/>
    <w:rsid w:val="00244485"/>
    <w:rsid w:val="0024473B"/>
    <w:rsid w:val="00244B8A"/>
    <w:rsid w:val="00244E4B"/>
    <w:rsid w:val="00245BD4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A13"/>
    <w:rsid w:val="00252B04"/>
    <w:rsid w:val="00253B27"/>
    <w:rsid w:val="00253C89"/>
    <w:rsid w:val="00254024"/>
    <w:rsid w:val="00254625"/>
    <w:rsid w:val="00254FCA"/>
    <w:rsid w:val="002557F8"/>
    <w:rsid w:val="00255A59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BC5"/>
    <w:rsid w:val="00274EB8"/>
    <w:rsid w:val="00274FDE"/>
    <w:rsid w:val="0027532D"/>
    <w:rsid w:val="00275ACC"/>
    <w:rsid w:val="0027605A"/>
    <w:rsid w:val="00276321"/>
    <w:rsid w:val="00276C7D"/>
    <w:rsid w:val="00277652"/>
    <w:rsid w:val="00277993"/>
    <w:rsid w:val="00277AE8"/>
    <w:rsid w:val="00277D42"/>
    <w:rsid w:val="00277D6F"/>
    <w:rsid w:val="002819EF"/>
    <w:rsid w:val="00281F73"/>
    <w:rsid w:val="00282058"/>
    <w:rsid w:val="00282892"/>
    <w:rsid w:val="00282A7B"/>
    <w:rsid w:val="00282CD7"/>
    <w:rsid w:val="00282F95"/>
    <w:rsid w:val="0028340C"/>
    <w:rsid w:val="00283607"/>
    <w:rsid w:val="00283C9C"/>
    <w:rsid w:val="002841A0"/>
    <w:rsid w:val="002843FD"/>
    <w:rsid w:val="002844CC"/>
    <w:rsid w:val="00284B9A"/>
    <w:rsid w:val="00285419"/>
    <w:rsid w:val="00285DD7"/>
    <w:rsid w:val="00285FD3"/>
    <w:rsid w:val="002863F5"/>
    <w:rsid w:val="00286858"/>
    <w:rsid w:val="00286C24"/>
    <w:rsid w:val="00287C39"/>
    <w:rsid w:val="00287D89"/>
    <w:rsid w:val="00287EEF"/>
    <w:rsid w:val="0029024C"/>
    <w:rsid w:val="00291132"/>
    <w:rsid w:val="002911D9"/>
    <w:rsid w:val="002917DF"/>
    <w:rsid w:val="00291861"/>
    <w:rsid w:val="00291C05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13DA"/>
    <w:rsid w:val="002A1911"/>
    <w:rsid w:val="002A1BBE"/>
    <w:rsid w:val="002A1EA7"/>
    <w:rsid w:val="002A2052"/>
    <w:rsid w:val="002A21B4"/>
    <w:rsid w:val="002A2688"/>
    <w:rsid w:val="002A2E00"/>
    <w:rsid w:val="002A33E5"/>
    <w:rsid w:val="002A35CA"/>
    <w:rsid w:val="002A3848"/>
    <w:rsid w:val="002A3932"/>
    <w:rsid w:val="002A3AD1"/>
    <w:rsid w:val="002A3E6D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AA1"/>
    <w:rsid w:val="002B2BB4"/>
    <w:rsid w:val="002B4323"/>
    <w:rsid w:val="002B4706"/>
    <w:rsid w:val="002B51D3"/>
    <w:rsid w:val="002B5471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24F2"/>
    <w:rsid w:val="002C2914"/>
    <w:rsid w:val="002C2B90"/>
    <w:rsid w:val="002C2BDD"/>
    <w:rsid w:val="002C30FE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DF"/>
    <w:rsid w:val="002D139E"/>
    <w:rsid w:val="002D1453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DA6"/>
    <w:rsid w:val="002E082E"/>
    <w:rsid w:val="002E1024"/>
    <w:rsid w:val="002E1462"/>
    <w:rsid w:val="002E1664"/>
    <w:rsid w:val="002E1A96"/>
    <w:rsid w:val="002E1AE0"/>
    <w:rsid w:val="002E239A"/>
    <w:rsid w:val="002E2AC8"/>
    <w:rsid w:val="002E2E9F"/>
    <w:rsid w:val="002E3373"/>
    <w:rsid w:val="002E3B23"/>
    <w:rsid w:val="002E3CD6"/>
    <w:rsid w:val="002E4F0D"/>
    <w:rsid w:val="002E551A"/>
    <w:rsid w:val="002E5592"/>
    <w:rsid w:val="002E59CF"/>
    <w:rsid w:val="002E5B76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C35"/>
    <w:rsid w:val="00302DC1"/>
    <w:rsid w:val="0030339D"/>
    <w:rsid w:val="00303ED9"/>
    <w:rsid w:val="003048C3"/>
    <w:rsid w:val="00304D2E"/>
    <w:rsid w:val="0030510D"/>
    <w:rsid w:val="00306050"/>
    <w:rsid w:val="003071F5"/>
    <w:rsid w:val="00307755"/>
    <w:rsid w:val="003104C8"/>
    <w:rsid w:val="00310F28"/>
    <w:rsid w:val="00311517"/>
    <w:rsid w:val="00311BD8"/>
    <w:rsid w:val="003126AF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706B"/>
    <w:rsid w:val="00317F33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40CD"/>
    <w:rsid w:val="00324D25"/>
    <w:rsid w:val="00325708"/>
    <w:rsid w:val="00327CD9"/>
    <w:rsid w:val="003302A2"/>
    <w:rsid w:val="0033067A"/>
    <w:rsid w:val="003315DA"/>
    <w:rsid w:val="003337A7"/>
    <w:rsid w:val="00333AC2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F9D"/>
    <w:rsid w:val="00344412"/>
    <w:rsid w:val="003444BD"/>
    <w:rsid w:val="00344FCA"/>
    <w:rsid w:val="00345AB7"/>
    <w:rsid w:val="00345B52"/>
    <w:rsid w:val="00346E2C"/>
    <w:rsid w:val="0034706D"/>
    <w:rsid w:val="0034708E"/>
    <w:rsid w:val="0034717A"/>
    <w:rsid w:val="0034761F"/>
    <w:rsid w:val="00350281"/>
    <w:rsid w:val="003510B2"/>
    <w:rsid w:val="003517AB"/>
    <w:rsid w:val="00351C1A"/>
    <w:rsid w:val="00352044"/>
    <w:rsid w:val="00352A45"/>
    <w:rsid w:val="00352D0B"/>
    <w:rsid w:val="00353539"/>
    <w:rsid w:val="00353CF1"/>
    <w:rsid w:val="00353E03"/>
    <w:rsid w:val="003550FC"/>
    <w:rsid w:val="00355CDC"/>
    <w:rsid w:val="00356A65"/>
    <w:rsid w:val="00356E1D"/>
    <w:rsid w:val="00357C8A"/>
    <w:rsid w:val="00357FB6"/>
    <w:rsid w:val="0036005E"/>
    <w:rsid w:val="00361A18"/>
    <w:rsid w:val="0036272A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F1A"/>
    <w:rsid w:val="00367891"/>
    <w:rsid w:val="0036791B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7"/>
    <w:rsid w:val="003835C9"/>
    <w:rsid w:val="0038471E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8AB"/>
    <w:rsid w:val="003921B8"/>
    <w:rsid w:val="0039228C"/>
    <w:rsid w:val="003929C7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228D"/>
    <w:rsid w:val="003A2511"/>
    <w:rsid w:val="003A4776"/>
    <w:rsid w:val="003A4ED4"/>
    <w:rsid w:val="003A5627"/>
    <w:rsid w:val="003A5992"/>
    <w:rsid w:val="003A5A2B"/>
    <w:rsid w:val="003A5F46"/>
    <w:rsid w:val="003A70D8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E31"/>
    <w:rsid w:val="003C2EC8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EEC"/>
    <w:rsid w:val="003D464C"/>
    <w:rsid w:val="003D51F3"/>
    <w:rsid w:val="003D53B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9F7"/>
    <w:rsid w:val="003F4C81"/>
    <w:rsid w:val="003F6145"/>
    <w:rsid w:val="003F696A"/>
    <w:rsid w:val="003F6CCF"/>
    <w:rsid w:val="003F7B0C"/>
    <w:rsid w:val="004004A7"/>
    <w:rsid w:val="00400767"/>
    <w:rsid w:val="004009D6"/>
    <w:rsid w:val="00400B76"/>
    <w:rsid w:val="00400DC8"/>
    <w:rsid w:val="0040161E"/>
    <w:rsid w:val="00401DCA"/>
    <w:rsid w:val="0040204C"/>
    <w:rsid w:val="004028C8"/>
    <w:rsid w:val="004044D0"/>
    <w:rsid w:val="004070B1"/>
    <w:rsid w:val="0040740B"/>
    <w:rsid w:val="00407C7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6162"/>
    <w:rsid w:val="00416378"/>
    <w:rsid w:val="004167BF"/>
    <w:rsid w:val="004168F6"/>
    <w:rsid w:val="004170E9"/>
    <w:rsid w:val="0041757B"/>
    <w:rsid w:val="004178A8"/>
    <w:rsid w:val="00417E41"/>
    <w:rsid w:val="00417E8B"/>
    <w:rsid w:val="00420970"/>
    <w:rsid w:val="00421CF2"/>
    <w:rsid w:val="0042234A"/>
    <w:rsid w:val="00422435"/>
    <w:rsid w:val="00422B21"/>
    <w:rsid w:val="00422BE2"/>
    <w:rsid w:val="004230DC"/>
    <w:rsid w:val="00423325"/>
    <w:rsid w:val="004236AD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279C"/>
    <w:rsid w:val="00432CBE"/>
    <w:rsid w:val="0043388B"/>
    <w:rsid w:val="00433F26"/>
    <w:rsid w:val="00434366"/>
    <w:rsid w:val="00434551"/>
    <w:rsid w:val="0043523F"/>
    <w:rsid w:val="00435583"/>
    <w:rsid w:val="004357FC"/>
    <w:rsid w:val="004359D9"/>
    <w:rsid w:val="00435D98"/>
    <w:rsid w:val="00436351"/>
    <w:rsid w:val="00436B19"/>
    <w:rsid w:val="0043753B"/>
    <w:rsid w:val="004377D0"/>
    <w:rsid w:val="00437B9D"/>
    <w:rsid w:val="00437EEC"/>
    <w:rsid w:val="00437F00"/>
    <w:rsid w:val="00437FEE"/>
    <w:rsid w:val="00440317"/>
    <w:rsid w:val="00441316"/>
    <w:rsid w:val="004415A4"/>
    <w:rsid w:val="00442B2F"/>
    <w:rsid w:val="00442BA8"/>
    <w:rsid w:val="004430EF"/>
    <w:rsid w:val="00443501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B00"/>
    <w:rsid w:val="00452A22"/>
    <w:rsid w:val="00452EF3"/>
    <w:rsid w:val="00453AB7"/>
    <w:rsid w:val="00454121"/>
    <w:rsid w:val="00454370"/>
    <w:rsid w:val="00454A10"/>
    <w:rsid w:val="00454FA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119E"/>
    <w:rsid w:val="00461294"/>
    <w:rsid w:val="0046180A"/>
    <w:rsid w:val="00461E30"/>
    <w:rsid w:val="00462AB9"/>
    <w:rsid w:val="00462C38"/>
    <w:rsid w:val="00462DB3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CAB"/>
    <w:rsid w:val="00472CEF"/>
    <w:rsid w:val="004732F8"/>
    <w:rsid w:val="004736E3"/>
    <w:rsid w:val="00474038"/>
    <w:rsid w:val="00474180"/>
    <w:rsid w:val="0047489F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22D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8EB"/>
    <w:rsid w:val="004B4423"/>
    <w:rsid w:val="004B4767"/>
    <w:rsid w:val="004B4A15"/>
    <w:rsid w:val="004B4C93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8F6"/>
    <w:rsid w:val="004D2967"/>
    <w:rsid w:val="004D2A60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1702"/>
    <w:rsid w:val="004E1FC9"/>
    <w:rsid w:val="004E21C5"/>
    <w:rsid w:val="004E2559"/>
    <w:rsid w:val="004E25CC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34A5"/>
    <w:rsid w:val="004F4215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3C17"/>
    <w:rsid w:val="00504D82"/>
    <w:rsid w:val="00504ED5"/>
    <w:rsid w:val="00505D13"/>
    <w:rsid w:val="00505F8C"/>
    <w:rsid w:val="00506AED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D84"/>
    <w:rsid w:val="00511E55"/>
    <w:rsid w:val="0051218D"/>
    <w:rsid w:val="00512487"/>
    <w:rsid w:val="00512D3C"/>
    <w:rsid w:val="005139AF"/>
    <w:rsid w:val="005139E5"/>
    <w:rsid w:val="00514309"/>
    <w:rsid w:val="0051485F"/>
    <w:rsid w:val="00514915"/>
    <w:rsid w:val="00515731"/>
    <w:rsid w:val="00516094"/>
    <w:rsid w:val="00516243"/>
    <w:rsid w:val="00517336"/>
    <w:rsid w:val="00521EC2"/>
    <w:rsid w:val="005221FC"/>
    <w:rsid w:val="005225F5"/>
    <w:rsid w:val="0052316C"/>
    <w:rsid w:val="005231CF"/>
    <w:rsid w:val="005235DA"/>
    <w:rsid w:val="0052362A"/>
    <w:rsid w:val="0052377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BA7"/>
    <w:rsid w:val="005340CD"/>
    <w:rsid w:val="0053505C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56A"/>
    <w:rsid w:val="005435E7"/>
    <w:rsid w:val="0054362F"/>
    <w:rsid w:val="00544740"/>
    <w:rsid w:val="00544CA8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2471"/>
    <w:rsid w:val="005546B6"/>
    <w:rsid w:val="005546C5"/>
    <w:rsid w:val="00554753"/>
    <w:rsid w:val="005549AF"/>
    <w:rsid w:val="00554F3E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1A23"/>
    <w:rsid w:val="00571B7B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9D8"/>
    <w:rsid w:val="00591021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1624"/>
    <w:rsid w:val="005A1A26"/>
    <w:rsid w:val="005A1E52"/>
    <w:rsid w:val="005A1FB2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6C3"/>
    <w:rsid w:val="005A6D73"/>
    <w:rsid w:val="005A6E1C"/>
    <w:rsid w:val="005A75DF"/>
    <w:rsid w:val="005A7F90"/>
    <w:rsid w:val="005B00DD"/>
    <w:rsid w:val="005B0973"/>
    <w:rsid w:val="005B0B4C"/>
    <w:rsid w:val="005B1067"/>
    <w:rsid w:val="005B1810"/>
    <w:rsid w:val="005B226C"/>
    <w:rsid w:val="005B24C2"/>
    <w:rsid w:val="005B34BB"/>
    <w:rsid w:val="005B4117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C75BC"/>
    <w:rsid w:val="005D08C1"/>
    <w:rsid w:val="005D0C0B"/>
    <w:rsid w:val="005D0F01"/>
    <w:rsid w:val="005D116C"/>
    <w:rsid w:val="005D22CC"/>
    <w:rsid w:val="005D2ABE"/>
    <w:rsid w:val="005D37E9"/>
    <w:rsid w:val="005D3A33"/>
    <w:rsid w:val="005D3BB9"/>
    <w:rsid w:val="005D4830"/>
    <w:rsid w:val="005D4861"/>
    <w:rsid w:val="005D7B8D"/>
    <w:rsid w:val="005E01A8"/>
    <w:rsid w:val="005E03A5"/>
    <w:rsid w:val="005E06A5"/>
    <w:rsid w:val="005E174F"/>
    <w:rsid w:val="005E1CB9"/>
    <w:rsid w:val="005E1D2D"/>
    <w:rsid w:val="005E1F34"/>
    <w:rsid w:val="005E1F79"/>
    <w:rsid w:val="005E23F2"/>
    <w:rsid w:val="005E29F6"/>
    <w:rsid w:val="005E2BC4"/>
    <w:rsid w:val="005E2E1D"/>
    <w:rsid w:val="005E2EBB"/>
    <w:rsid w:val="005E3EDB"/>
    <w:rsid w:val="005E53BE"/>
    <w:rsid w:val="005E5B4A"/>
    <w:rsid w:val="005E60EA"/>
    <w:rsid w:val="005E6128"/>
    <w:rsid w:val="005E62F5"/>
    <w:rsid w:val="005E6845"/>
    <w:rsid w:val="005E6E40"/>
    <w:rsid w:val="005E6F71"/>
    <w:rsid w:val="005F0157"/>
    <w:rsid w:val="005F04DC"/>
    <w:rsid w:val="005F0A7F"/>
    <w:rsid w:val="005F1945"/>
    <w:rsid w:val="005F1A51"/>
    <w:rsid w:val="005F1B83"/>
    <w:rsid w:val="005F2561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2787"/>
    <w:rsid w:val="00603338"/>
    <w:rsid w:val="006034E3"/>
    <w:rsid w:val="00604444"/>
    <w:rsid w:val="00604856"/>
    <w:rsid w:val="006049D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AC4"/>
    <w:rsid w:val="00612383"/>
    <w:rsid w:val="006128F2"/>
    <w:rsid w:val="006135AF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6BE"/>
    <w:rsid w:val="00622E01"/>
    <w:rsid w:val="006233DC"/>
    <w:rsid w:val="006236C6"/>
    <w:rsid w:val="006241AC"/>
    <w:rsid w:val="006241DB"/>
    <w:rsid w:val="006243F6"/>
    <w:rsid w:val="006244E5"/>
    <w:rsid w:val="00625043"/>
    <w:rsid w:val="006250CF"/>
    <w:rsid w:val="00625BC0"/>
    <w:rsid w:val="00625E7E"/>
    <w:rsid w:val="00625F37"/>
    <w:rsid w:val="0062602D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AB"/>
    <w:rsid w:val="00631FD1"/>
    <w:rsid w:val="00631FF3"/>
    <w:rsid w:val="00632202"/>
    <w:rsid w:val="00632553"/>
    <w:rsid w:val="00632B08"/>
    <w:rsid w:val="006332ED"/>
    <w:rsid w:val="00633AC6"/>
    <w:rsid w:val="00634C4F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6089B"/>
    <w:rsid w:val="00661334"/>
    <w:rsid w:val="0066174E"/>
    <w:rsid w:val="00661893"/>
    <w:rsid w:val="00661974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728D"/>
    <w:rsid w:val="006777D5"/>
    <w:rsid w:val="00677B4C"/>
    <w:rsid w:val="00680898"/>
    <w:rsid w:val="00681450"/>
    <w:rsid w:val="00681BAE"/>
    <w:rsid w:val="006826FA"/>
    <w:rsid w:val="00682CA5"/>
    <w:rsid w:val="00682E5F"/>
    <w:rsid w:val="006833F4"/>
    <w:rsid w:val="00683CEF"/>
    <w:rsid w:val="00683F73"/>
    <w:rsid w:val="00683FD7"/>
    <w:rsid w:val="006846B3"/>
    <w:rsid w:val="006846ED"/>
    <w:rsid w:val="00684E22"/>
    <w:rsid w:val="00685A26"/>
    <w:rsid w:val="00687517"/>
    <w:rsid w:val="00687C40"/>
    <w:rsid w:val="00687F61"/>
    <w:rsid w:val="00690A4A"/>
    <w:rsid w:val="00690B8A"/>
    <w:rsid w:val="006912A2"/>
    <w:rsid w:val="00691D07"/>
    <w:rsid w:val="00692F43"/>
    <w:rsid w:val="0069378C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CAF"/>
    <w:rsid w:val="006A24DA"/>
    <w:rsid w:val="006A25BE"/>
    <w:rsid w:val="006A3A11"/>
    <w:rsid w:val="006A3C78"/>
    <w:rsid w:val="006A40A4"/>
    <w:rsid w:val="006A5225"/>
    <w:rsid w:val="006A5233"/>
    <w:rsid w:val="006A5612"/>
    <w:rsid w:val="006A619A"/>
    <w:rsid w:val="006A6398"/>
    <w:rsid w:val="006A723B"/>
    <w:rsid w:val="006A742C"/>
    <w:rsid w:val="006B12B2"/>
    <w:rsid w:val="006B13D6"/>
    <w:rsid w:val="006B1931"/>
    <w:rsid w:val="006B1D63"/>
    <w:rsid w:val="006B2123"/>
    <w:rsid w:val="006B27D0"/>
    <w:rsid w:val="006B41A4"/>
    <w:rsid w:val="006B4319"/>
    <w:rsid w:val="006B43DD"/>
    <w:rsid w:val="006B4707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BD1"/>
    <w:rsid w:val="006C2C45"/>
    <w:rsid w:val="006C3545"/>
    <w:rsid w:val="006C3861"/>
    <w:rsid w:val="006C3DA6"/>
    <w:rsid w:val="006C47C8"/>
    <w:rsid w:val="006C53CE"/>
    <w:rsid w:val="006C5AF6"/>
    <w:rsid w:val="006C5F2D"/>
    <w:rsid w:val="006C62CB"/>
    <w:rsid w:val="006C6930"/>
    <w:rsid w:val="006C6BEB"/>
    <w:rsid w:val="006C72DA"/>
    <w:rsid w:val="006C7781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A57"/>
    <w:rsid w:val="006D2DCC"/>
    <w:rsid w:val="006D38EF"/>
    <w:rsid w:val="006D3F5C"/>
    <w:rsid w:val="006D3F6A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62D5"/>
    <w:rsid w:val="006E6A80"/>
    <w:rsid w:val="006E6B51"/>
    <w:rsid w:val="006E768C"/>
    <w:rsid w:val="006E76EC"/>
    <w:rsid w:val="006E7990"/>
    <w:rsid w:val="006E7B02"/>
    <w:rsid w:val="006F0BC4"/>
    <w:rsid w:val="006F1229"/>
    <w:rsid w:val="006F1C3F"/>
    <w:rsid w:val="006F1E20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9C"/>
    <w:rsid w:val="006F63B7"/>
    <w:rsid w:val="006F6ADD"/>
    <w:rsid w:val="006F72C1"/>
    <w:rsid w:val="006F762F"/>
    <w:rsid w:val="00700C43"/>
    <w:rsid w:val="00700D17"/>
    <w:rsid w:val="00701725"/>
    <w:rsid w:val="00701BFF"/>
    <w:rsid w:val="007024BE"/>
    <w:rsid w:val="0070271E"/>
    <w:rsid w:val="007029F9"/>
    <w:rsid w:val="00702B9B"/>
    <w:rsid w:val="0070352A"/>
    <w:rsid w:val="0070371C"/>
    <w:rsid w:val="00703F5D"/>
    <w:rsid w:val="0070409D"/>
    <w:rsid w:val="00704C89"/>
    <w:rsid w:val="00704C9F"/>
    <w:rsid w:val="0070556A"/>
    <w:rsid w:val="00705D08"/>
    <w:rsid w:val="007063DB"/>
    <w:rsid w:val="007069B5"/>
    <w:rsid w:val="00707184"/>
    <w:rsid w:val="00707F92"/>
    <w:rsid w:val="007109CF"/>
    <w:rsid w:val="00710DEF"/>
    <w:rsid w:val="0071186E"/>
    <w:rsid w:val="007122CA"/>
    <w:rsid w:val="007123EE"/>
    <w:rsid w:val="007125CE"/>
    <w:rsid w:val="00712644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F49"/>
    <w:rsid w:val="00717FE6"/>
    <w:rsid w:val="00720C56"/>
    <w:rsid w:val="00720D39"/>
    <w:rsid w:val="00722298"/>
    <w:rsid w:val="0072281D"/>
    <w:rsid w:val="007239F5"/>
    <w:rsid w:val="00723B8C"/>
    <w:rsid w:val="00723BDC"/>
    <w:rsid w:val="00723C99"/>
    <w:rsid w:val="00723FAD"/>
    <w:rsid w:val="007242B6"/>
    <w:rsid w:val="0072488F"/>
    <w:rsid w:val="00724AE6"/>
    <w:rsid w:val="007251E6"/>
    <w:rsid w:val="0072577A"/>
    <w:rsid w:val="0072590F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120"/>
    <w:rsid w:val="007374BC"/>
    <w:rsid w:val="00737D65"/>
    <w:rsid w:val="007411AA"/>
    <w:rsid w:val="007414DE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22"/>
    <w:rsid w:val="00750C34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AD5"/>
    <w:rsid w:val="0075708D"/>
    <w:rsid w:val="00757104"/>
    <w:rsid w:val="007572EC"/>
    <w:rsid w:val="007575FB"/>
    <w:rsid w:val="0075772D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2F8"/>
    <w:rsid w:val="00761A28"/>
    <w:rsid w:val="0076213A"/>
    <w:rsid w:val="00762353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A26"/>
    <w:rsid w:val="0077179A"/>
    <w:rsid w:val="00771F73"/>
    <w:rsid w:val="007724F1"/>
    <w:rsid w:val="00772601"/>
    <w:rsid w:val="00772636"/>
    <w:rsid w:val="00772959"/>
    <w:rsid w:val="007744AF"/>
    <w:rsid w:val="00775CE4"/>
    <w:rsid w:val="00777308"/>
    <w:rsid w:val="0077746F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4912"/>
    <w:rsid w:val="00785294"/>
    <w:rsid w:val="0078555F"/>
    <w:rsid w:val="00785E48"/>
    <w:rsid w:val="00786258"/>
    <w:rsid w:val="00786957"/>
    <w:rsid w:val="007869AD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6E1A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AE"/>
    <w:rsid w:val="007C532C"/>
    <w:rsid w:val="007C55D5"/>
    <w:rsid w:val="007C56F3"/>
    <w:rsid w:val="007C635A"/>
    <w:rsid w:val="007C6585"/>
    <w:rsid w:val="007C6DDB"/>
    <w:rsid w:val="007C704E"/>
    <w:rsid w:val="007D0263"/>
    <w:rsid w:val="007D0552"/>
    <w:rsid w:val="007D0E3E"/>
    <w:rsid w:val="007D147D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5F49"/>
    <w:rsid w:val="007D6214"/>
    <w:rsid w:val="007D6F4E"/>
    <w:rsid w:val="007D7135"/>
    <w:rsid w:val="007D7411"/>
    <w:rsid w:val="007D78A2"/>
    <w:rsid w:val="007D7A53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F057E"/>
    <w:rsid w:val="007F0669"/>
    <w:rsid w:val="007F0A40"/>
    <w:rsid w:val="007F1B4C"/>
    <w:rsid w:val="007F2E0F"/>
    <w:rsid w:val="007F329D"/>
    <w:rsid w:val="007F38D0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416"/>
    <w:rsid w:val="007F7D7D"/>
    <w:rsid w:val="00800502"/>
    <w:rsid w:val="0080105F"/>
    <w:rsid w:val="00801942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66E8"/>
    <w:rsid w:val="00806776"/>
    <w:rsid w:val="00806A8A"/>
    <w:rsid w:val="00807D68"/>
    <w:rsid w:val="00807F60"/>
    <w:rsid w:val="00810CF8"/>
    <w:rsid w:val="0081108B"/>
    <w:rsid w:val="00811A60"/>
    <w:rsid w:val="00811E67"/>
    <w:rsid w:val="00812D58"/>
    <w:rsid w:val="00812EE2"/>
    <w:rsid w:val="00813EB1"/>
    <w:rsid w:val="008143EF"/>
    <w:rsid w:val="008144AE"/>
    <w:rsid w:val="008146E6"/>
    <w:rsid w:val="00814A53"/>
    <w:rsid w:val="0081522D"/>
    <w:rsid w:val="00815B46"/>
    <w:rsid w:val="00815D0F"/>
    <w:rsid w:val="00816056"/>
    <w:rsid w:val="008167EA"/>
    <w:rsid w:val="00816A37"/>
    <w:rsid w:val="00816BAB"/>
    <w:rsid w:val="00816C22"/>
    <w:rsid w:val="00817B42"/>
    <w:rsid w:val="00817BF9"/>
    <w:rsid w:val="00817C76"/>
    <w:rsid w:val="008203CA"/>
    <w:rsid w:val="0082098B"/>
    <w:rsid w:val="00820D0C"/>
    <w:rsid w:val="00820EDB"/>
    <w:rsid w:val="008224FF"/>
    <w:rsid w:val="00824494"/>
    <w:rsid w:val="00824B25"/>
    <w:rsid w:val="00824B35"/>
    <w:rsid w:val="00824E4A"/>
    <w:rsid w:val="00826BE5"/>
    <w:rsid w:val="00827799"/>
    <w:rsid w:val="0082787D"/>
    <w:rsid w:val="00827F03"/>
    <w:rsid w:val="008302BC"/>
    <w:rsid w:val="0083044E"/>
    <w:rsid w:val="008305BD"/>
    <w:rsid w:val="00830A43"/>
    <w:rsid w:val="00830EA0"/>
    <w:rsid w:val="0083163C"/>
    <w:rsid w:val="00831DD5"/>
    <w:rsid w:val="00834648"/>
    <w:rsid w:val="0083483E"/>
    <w:rsid w:val="00834FBB"/>
    <w:rsid w:val="0083556E"/>
    <w:rsid w:val="008355C2"/>
    <w:rsid w:val="008358BF"/>
    <w:rsid w:val="00835C87"/>
    <w:rsid w:val="00836A9D"/>
    <w:rsid w:val="00836FB3"/>
    <w:rsid w:val="00837A5B"/>
    <w:rsid w:val="00840727"/>
    <w:rsid w:val="008408D7"/>
    <w:rsid w:val="00840961"/>
    <w:rsid w:val="00840D51"/>
    <w:rsid w:val="008418A3"/>
    <w:rsid w:val="00841988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EE0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6371"/>
    <w:rsid w:val="008677A2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44A"/>
    <w:rsid w:val="00881D13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11D"/>
    <w:rsid w:val="008875B1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639D"/>
    <w:rsid w:val="00896AD9"/>
    <w:rsid w:val="00897795"/>
    <w:rsid w:val="0089795E"/>
    <w:rsid w:val="00897FD4"/>
    <w:rsid w:val="008A0954"/>
    <w:rsid w:val="008A09E3"/>
    <w:rsid w:val="008A0A64"/>
    <w:rsid w:val="008A0C1F"/>
    <w:rsid w:val="008A2E8B"/>
    <w:rsid w:val="008A3028"/>
    <w:rsid w:val="008A36B4"/>
    <w:rsid w:val="008A3E9D"/>
    <w:rsid w:val="008A476E"/>
    <w:rsid w:val="008A53C9"/>
    <w:rsid w:val="008A5615"/>
    <w:rsid w:val="008A5712"/>
    <w:rsid w:val="008A58CE"/>
    <w:rsid w:val="008A5DC0"/>
    <w:rsid w:val="008A6173"/>
    <w:rsid w:val="008A658E"/>
    <w:rsid w:val="008A65D9"/>
    <w:rsid w:val="008A6ADB"/>
    <w:rsid w:val="008A6E59"/>
    <w:rsid w:val="008A7013"/>
    <w:rsid w:val="008A7521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76B"/>
    <w:rsid w:val="008B4024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F32"/>
    <w:rsid w:val="008C1739"/>
    <w:rsid w:val="008C19B2"/>
    <w:rsid w:val="008C1AA8"/>
    <w:rsid w:val="008C1C23"/>
    <w:rsid w:val="008C2EB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6CF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C1"/>
    <w:rsid w:val="008E1157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594B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5609"/>
    <w:rsid w:val="008F578D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D1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3975"/>
    <w:rsid w:val="0091453C"/>
    <w:rsid w:val="0091480C"/>
    <w:rsid w:val="00916C81"/>
    <w:rsid w:val="00916E7A"/>
    <w:rsid w:val="00916F7E"/>
    <w:rsid w:val="00917634"/>
    <w:rsid w:val="00917F3E"/>
    <w:rsid w:val="00920421"/>
    <w:rsid w:val="0092095F"/>
    <w:rsid w:val="009224B4"/>
    <w:rsid w:val="00922FC0"/>
    <w:rsid w:val="009231E3"/>
    <w:rsid w:val="00924C4A"/>
    <w:rsid w:val="009259DD"/>
    <w:rsid w:val="00925C45"/>
    <w:rsid w:val="00925EC1"/>
    <w:rsid w:val="00926820"/>
    <w:rsid w:val="00927727"/>
    <w:rsid w:val="00927F1F"/>
    <w:rsid w:val="0093025A"/>
    <w:rsid w:val="0093133E"/>
    <w:rsid w:val="0093156A"/>
    <w:rsid w:val="00931A75"/>
    <w:rsid w:val="00931AD1"/>
    <w:rsid w:val="0093293B"/>
    <w:rsid w:val="00932BAB"/>
    <w:rsid w:val="009349A4"/>
    <w:rsid w:val="00934EFA"/>
    <w:rsid w:val="009357BC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D27"/>
    <w:rsid w:val="0094570C"/>
    <w:rsid w:val="00945A9E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65DE"/>
    <w:rsid w:val="00956B7D"/>
    <w:rsid w:val="00957ACD"/>
    <w:rsid w:val="00957B57"/>
    <w:rsid w:val="00957BA9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427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B9A"/>
    <w:rsid w:val="00975FBC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559"/>
    <w:rsid w:val="00982875"/>
    <w:rsid w:val="009829CF"/>
    <w:rsid w:val="0098325F"/>
    <w:rsid w:val="00983400"/>
    <w:rsid w:val="009839FD"/>
    <w:rsid w:val="00983D66"/>
    <w:rsid w:val="00984176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617"/>
    <w:rsid w:val="0099078A"/>
    <w:rsid w:val="00990968"/>
    <w:rsid w:val="00990A54"/>
    <w:rsid w:val="0099154D"/>
    <w:rsid w:val="009917DC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2283"/>
    <w:rsid w:val="009A24A8"/>
    <w:rsid w:val="009A2DA0"/>
    <w:rsid w:val="009A33C1"/>
    <w:rsid w:val="009A35F6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53D9"/>
    <w:rsid w:val="009B6650"/>
    <w:rsid w:val="009B6BDF"/>
    <w:rsid w:val="009B71CB"/>
    <w:rsid w:val="009C02A8"/>
    <w:rsid w:val="009C054E"/>
    <w:rsid w:val="009C05A5"/>
    <w:rsid w:val="009C09AE"/>
    <w:rsid w:val="009C1A6F"/>
    <w:rsid w:val="009C207D"/>
    <w:rsid w:val="009C25EE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B12"/>
    <w:rsid w:val="009D6E44"/>
    <w:rsid w:val="009D71D9"/>
    <w:rsid w:val="009D76F2"/>
    <w:rsid w:val="009E00EB"/>
    <w:rsid w:val="009E0304"/>
    <w:rsid w:val="009E0447"/>
    <w:rsid w:val="009E05EB"/>
    <w:rsid w:val="009E0619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750"/>
    <w:rsid w:val="009E38C6"/>
    <w:rsid w:val="009E3BCA"/>
    <w:rsid w:val="009E496C"/>
    <w:rsid w:val="009E4F34"/>
    <w:rsid w:val="009E5850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F4B"/>
    <w:rsid w:val="009F3277"/>
    <w:rsid w:val="009F35DD"/>
    <w:rsid w:val="009F361C"/>
    <w:rsid w:val="009F3E41"/>
    <w:rsid w:val="009F3E7B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61A4"/>
    <w:rsid w:val="00A06DB2"/>
    <w:rsid w:val="00A06DB8"/>
    <w:rsid w:val="00A06F1E"/>
    <w:rsid w:val="00A07AB0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41F6"/>
    <w:rsid w:val="00A14B9B"/>
    <w:rsid w:val="00A14CCC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F84"/>
    <w:rsid w:val="00A25FCF"/>
    <w:rsid w:val="00A26C86"/>
    <w:rsid w:val="00A270A0"/>
    <w:rsid w:val="00A27400"/>
    <w:rsid w:val="00A27DC6"/>
    <w:rsid w:val="00A3054C"/>
    <w:rsid w:val="00A30581"/>
    <w:rsid w:val="00A30A5F"/>
    <w:rsid w:val="00A30D08"/>
    <w:rsid w:val="00A30E01"/>
    <w:rsid w:val="00A310A1"/>
    <w:rsid w:val="00A31387"/>
    <w:rsid w:val="00A3193C"/>
    <w:rsid w:val="00A31D5D"/>
    <w:rsid w:val="00A328F7"/>
    <w:rsid w:val="00A329D4"/>
    <w:rsid w:val="00A3393C"/>
    <w:rsid w:val="00A33AA6"/>
    <w:rsid w:val="00A346FA"/>
    <w:rsid w:val="00A34D16"/>
    <w:rsid w:val="00A3533F"/>
    <w:rsid w:val="00A35398"/>
    <w:rsid w:val="00A362AB"/>
    <w:rsid w:val="00A362BC"/>
    <w:rsid w:val="00A37D71"/>
    <w:rsid w:val="00A37EAB"/>
    <w:rsid w:val="00A37ED7"/>
    <w:rsid w:val="00A400D9"/>
    <w:rsid w:val="00A40371"/>
    <w:rsid w:val="00A41616"/>
    <w:rsid w:val="00A41F89"/>
    <w:rsid w:val="00A42583"/>
    <w:rsid w:val="00A42F11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11EA"/>
    <w:rsid w:val="00A51B1A"/>
    <w:rsid w:val="00A51ED3"/>
    <w:rsid w:val="00A52766"/>
    <w:rsid w:val="00A528AA"/>
    <w:rsid w:val="00A52BF0"/>
    <w:rsid w:val="00A52E33"/>
    <w:rsid w:val="00A53CAD"/>
    <w:rsid w:val="00A541F5"/>
    <w:rsid w:val="00A54284"/>
    <w:rsid w:val="00A54382"/>
    <w:rsid w:val="00A5443B"/>
    <w:rsid w:val="00A546BB"/>
    <w:rsid w:val="00A54936"/>
    <w:rsid w:val="00A54ABD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124A"/>
    <w:rsid w:val="00A71DA3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F98"/>
    <w:rsid w:val="00A7638B"/>
    <w:rsid w:val="00A765FD"/>
    <w:rsid w:val="00A76B4E"/>
    <w:rsid w:val="00A76C05"/>
    <w:rsid w:val="00A779D1"/>
    <w:rsid w:val="00A77F49"/>
    <w:rsid w:val="00A8082F"/>
    <w:rsid w:val="00A80A33"/>
    <w:rsid w:val="00A80A3E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114E"/>
    <w:rsid w:val="00A91259"/>
    <w:rsid w:val="00A915CC"/>
    <w:rsid w:val="00A91AD5"/>
    <w:rsid w:val="00A92C34"/>
    <w:rsid w:val="00A92D40"/>
    <w:rsid w:val="00A934B0"/>
    <w:rsid w:val="00A936FA"/>
    <w:rsid w:val="00A93DB3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D2C"/>
    <w:rsid w:val="00AA2EB0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B1F"/>
    <w:rsid w:val="00AB14EF"/>
    <w:rsid w:val="00AB1C60"/>
    <w:rsid w:val="00AB2703"/>
    <w:rsid w:val="00AB296D"/>
    <w:rsid w:val="00AB36E6"/>
    <w:rsid w:val="00AB3A8A"/>
    <w:rsid w:val="00AB3B3E"/>
    <w:rsid w:val="00AB3D83"/>
    <w:rsid w:val="00AB4AF8"/>
    <w:rsid w:val="00AB4DB8"/>
    <w:rsid w:val="00AB5139"/>
    <w:rsid w:val="00AB57AA"/>
    <w:rsid w:val="00AB5A4E"/>
    <w:rsid w:val="00AB5EDA"/>
    <w:rsid w:val="00AB66A4"/>
    <w:rsid w:val="00AB7158"/>
    <w:rsid w:val="00AB7D1C"/>
    <w:rsid w:val="00AC0618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FF0"/>
    <w:rsid w:val="00AD32E3"/>
    <w:rsid w:val="00AD390D"/>
    <w:rsid w:val="00AD39D1"/>
    <w:rsid w:val="00AD43F5"/>
    <w:rsid w:val="00AD47C3"/>
    <w:rsid w:val="00AD4B3A"/>
    <w:rsid w:val="00AD50CF"/>
    <w:rsid w:val="00AD5530"/>
    <w:rsid w:val="00AD59CC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6BF"/>
    <w:rsid w:val="00AE170E"/>
    <w:rsid w:val="00AE1D77"/>
    <w:rsid w:val="00AE24C3"/>
    <w:rsid w:val="00AE2C72"/>
    <w:rsid w:val="00AE2CA1"/>
    <w:rsid w:val="00AE2E64"/>
    <w:rsid w:val="00AE2FD4"/>
    <w:rsid w:val="00AE47B8"/>
    <w:rsid w:val="00AE562B"/>
    <w:rsid w:val="00AE597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3A43"/>
    <w:rsid w:val="00AF4822"/>
    <w:rsid w:val="00AF52AC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669"/>
    <w:rsid w:val="00B001CD"/>
    <w:rsid w:val="00B001FB"/>
    <w:rsid w:val="00B0178D"/>
    <w:rsid w:val="00B02235"/>
    <w:rsid w:val="00B023D8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F04"/>
    <w:rsid w:val="00B06C79"/>
    <w:rsid w:val="00B06F08"/>
    <w:rsid w:val="00B072B5"/>
    <w:rsid w:val="00B07477"/>
    <w:rsid w:val="00B07F57"/>
    <w:rsid w:val="00B10A44"/>
    <w:rsid w:val="00B10EF5"/>
    <w:rsid w:val="00B11CC1"/>
    <w:rsid w:val="00B11D79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C7C"/>
    <w:rsid w:val="00B15F49"/>
    <w:rsid w:val="00B1637C"/>
    <w:rsid w:val="00B1701C"/>
    <w:rsid w:val="00B2021D"/>
    <w:rsid w:val="00B2024B"/>
    <w:rsid w:val="00B20841"/>
    <w:rsid w:val="00B20A2A"/>
    <w:rsid w:val="00B21069"/>
    <w:rsid w:val="00B21176"/>
    <w:rsid w:val="00B21854"/>
    <w:rsid w:val="00B21F33"/>
    <w:rsid w:val="00B22091"/>
    <w:rsid w:val="00B22271"/>
    <w:rsid w:val="00B226DD"/>
    <w:rsid w:val="00B2273C"/>
    <w:rsid w:val="00B228A3"/>
    <w:rsid w:val="00B22A4B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812"/>
    <w:rsid w:val="00B3513F"/>
    <w:rsid w:val="00B35442"/>
    <w:rsid w:val="00B35C1D"/>
    <w:rsid w:val="00B35D0F"/>
    <w:rsid w:val="00B35FAC"/>
    <w:rsid w:val="00B362BB"/>
    <w:rsid w:val="00B36C35"/>
    <w:rsid w:val="00B37080"/>
    <w:rsid w:val="00B37673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026"/>
    <w:rsid w:val="00B46DB6"/>
    <w:rsid w:val="00B46F56"/>
    <w:rsid w:val="00B47472"/>
    <w:rsid w:val="00B503B3"/>
    <w:rsid w:val="00B5067C"/>
    <w:rsid w:val="00B518F4"/>
    <w:rsid w:val="00B51A94"/>
    <w:rsid w:val="00B51BEC"/>
    <w:rsid w:val="00B522C6"/>
    <w:rsid w:val="00B529DF"/>
    <w:rsid w:val="00B52A74"/>
    <w:rsid w:val="00B52FBF"/>
    <w:rsid w:val="00B537BF"/>
    <w:rsid w:val="00B53ABC"/>
    <w:rsid w:val="00B53E48"/>
    <w:rsid w:val="00B54251"/>
    <w:rsid w:val="00B54399"/>
    <w:rsid w:val="00B546B7"/>
    <w:rsid w:val="00B54B3D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14F1"/>
    <w:rsid w:val="00B61B6D"/>
    <w:rsid w:val="00B61F8D"/>
    <w:rsid w:val="00B623C0"/>
    <w:rsid w:val="00B63987"/>
    <w:rsid w:val="00B63A05"/>
    <w:rsid w:val="00B63B6F"/>
    <w:rsid w:val="00B63D77"/>
    <w:rsid w:val="00B63E22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6486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A0"/>
    <w:rsid w:val="00B83F28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429"/>
    <w:rsid w:val="00B8772C"/>
    <w:rsid w:val="00B90063"/>
    <w:rsid w:val="00B9066C"/>
    <w:rsid w:val="00B91458"/>
    <w:rsid w:val="00B91866"/>
    <w:rsid w:val="00B91B66"/>
    <w:rsid w:val="00B9295C"/>
    <w:rsid w:val="00B92ED7"/>
    <w:rsid w:val="00B930F5"/>
    <w:rsid w:val="00B93A17"/>
    <w:rsid w:val="00B950F2"/>
    <w:rsid w:val="00B9514E"/>
    <w:rsid w:val="00B95375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B00A8"/>
    <w:rsid w:val="00BB06D8"/>
    <w:rsid w:val="00BB15EF"/>
    <w:rsid w:val="00BB38BF"/>
    <w:rsid w:val="00BB38F7"/>
    <w:rsid w:val="00BB3D04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31B2"/>
    <w:rsid w:val="00BD32D8"/>
    <w:rsid w:val="00BD3806"/>
    <w:rsid w:val="00BD3F5B"/>
    <w:rsid w:val="00BD5119"/>
    <w:rsid w:val="00BD5BF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42E5"/>
    <w:rsid w:val="00BE45A3"/>
    <w:rsid w:val="00BE4B49"/>
    <w:rsid w:val="00BE51F1"/>
    <w:rsid w:val="00BE5263"/>
    <w:rsid w:val="00BE5443"/>
    <w:rsid w:val="00BE6B52"/>
    <w:rsid w:val="00BE6C15"/>
    <w:rsid w:val="00BE6C83"/>
    <w:rsid w:val="00BE6DB8"/>
    <w:rsid w:val="00BE6E73"/>
    <w:rsid w:val="00BE7326"/>
    <w:rsid w:val="00BE7472"/>
    <w:rsid w:val="00BE78FD"/>
    <w:rsid w:val="00BE7BEB"/>
    <w:rsid w:val="00BE7D94"/>
    <w:rsid w:val="00BF2994"/>
    <w:rsid w:val="00BF2A7B"/>
    <w:rsid w:val="00BF2F57"/>
    <w:rsid w:val="00BF3589"/>
    <w:rsid w:val="00BF3979"/>
    <w:rsid w:val="00BF3EB3"/>
    <w:rsid w:val="00BF60CB"/>
    <w:rsid w:val="00BF62B2"/>
    <w:rsid w:val="00BF664D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4545"/>
    <w:rsid w:val="00C0473D"/>
    <w:rsid w:val="00C04786"/>
    <w:rsid w:val="00C048BD"/>
    <w:rsid w:val="00C048D9"/>
    <w:rsid w:val="00C04F14"/>
    <w:rsid w:val="00C05352"/>
    <w:rsid w:val="00C05E76"/>
    <w:rsid w:val="00C067C2"/>
    <w:rsid w:val="00C06CAF"/>
    <w:rsid w:val="00C07756"/>
    <w:rsid w:val="00C077B4"/>
    <w:rsid w:val="00C07BEE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4C34"/>
    <w:rsid w:val="00C14D46"/>
    <w:rsid w:val="00C15765"/>
    <w:rsid w:val="00C15E92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585B"/>
    <w:rsid w:val="00C367B1"/>
    <w:rsid w:val="00C37CEF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500FF"/>
    <w:rsid w:val="00C51058"/>
    <w:rsid w:val="00C51AD1"/>
    <w:rsid w:val="00C51FA9"/>
    <w:rsid w:val="00C523F1"/>
    <w:rsid w:val="00C5345D"/>
    <w:rsid w:val="00C538D7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21A9"/>
    <w:rsid w:val="00C6315D"/>
    <w:rsid w:val="00C63176"/>
    <w:rsid w:val="00C631EB"/>
    <w:rsid w:val="00C63A3E"/>
    <w:rsid w:val="00C64D5B"/>
    <w:rsid w:val="00C65378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3982"/>
    <w:rsid w:val="00C7407F"/>
    <w:rsid w:val="00C74182"/>
    <w:rsid w:val="00C74B65"/>
    <w:rsid w:val="00C74FE9"/>
    <w:rsid w:val="00C751A7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45F7"/>
    <w:rsid w:val="00C84BB8"/>
    <w:rsid w:val="00C84D5A"/>
    <w:rsid w:val="00C85137"/>
    <w:rsid w:val="00C8530A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90306"/>
    <w:rsid w:val="00C90C7C"/>
    <w:rsid w:val="00C90DF2"/>
    <w:rsid w:val="00C915C4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48CE"/>
    <w:rsid w:val="00CB4977"/>
    <w:rsid w:val="00CB4AB4"/>
    <w:rsid w:val="00CB4F87"/>
    <w:rsid w:val="00CB5599"/>
    <w:rsid w:val="00CB6661"/>
    <w:rsid w:val="00CB669F"/>
    <w:rsid w:val="00CB6906"/>
    <w:rsid w:val="00CB74C9"/>
    <w:rsid w:val="00CC01C0"/>
    <w:rsid w:val="00CC0CE9"/>
    <w:rsid w:val="00CC15B2"/>
    <w:rsid w:val="00CC173F"/>
    <w:rsid w:val="00CC17ED"/>
    <w:rsid w:val="00CC2112"/>
    <w:rsid w:val="00CC2234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C27"/>
    <w:rsid w:val="00CD205F"/>
    <w:rsid w:val="00CD25DA"/>
    <w:rsid w:val="00CD26EC"/>
    <w:rsid w:val="00CD2848"/>
    <w:rsid w:val="00CD2BAB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DE0"/>
    <w:rsid w:val="00CD5E76"/>
    <w:rsid w:val="00CD6D1D"/>
    <w:rsid w:val="00CD707A"/>
    <w:rsid w:val="00CD7B37"/>
    <w:rsid w:val="00CE0732"/>
    <w:rsid w:val="00CE0B4E"/>
    <w:rsid w:val="00CE1066"/>
    <w:rsid w:val="00CE140A"/>
    <w:rsid w:val="00CE150D"/>
    <w:rsid w:val="00CE1D00"/>
    <w:rsid w:val="00CE28C9"/>
    <w:rsid w:val="00CE2979"/>
    <w:rsid w:val="00CE3304"/>
    <w:rsid w:val="00CE3417"/>
    <w:rsid w:val="00CE3622"/>
    <w:rsid w:val="00CE37C9"/>
    <w:rsid w:val="00CE3BED"/>
    <w:rsid w:val="00CE3F3C"/>
    <w:rsid w:val="00CE451F"/>
    <w:rsid w:val="00CE4DE7"/>
    <w:rsid w:val="00CE588C"/>
    <w:rsid w:val="00CE5F91"/>
    <w:rsid w:val="00CE663D"/>
    <w:rsid w:val="00CE6F41"/>
    <w:rsid w:val="00CE725C"/>
    <w:rsid w:val="00CE7983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9A7"/>
    <w:rsid w:val="00CF5134"/>
    <w:rsid w:val="00CF532F"/>
    <w:rsid w:val="00CF58E9"/>
    <w:rsid w:val="00CF5EAD"/>
    <w:rsid w:val="00CF6D5C"/>
    <w:rsid w:val="00CF763F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BC8"/>
    <w:rsid w:val="00D03CCD"/>
    <w:rsid w:val="00D04158"/>
    <w:rsid w:val="00D04E84"/>
    <w:rsid w:val="00D0509C"/>
    <w:rsid w:val="00D068E0"/>
    <w:rsid w:val="00D06B1A"/>
    <w:rsid w:val="00D06D05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F11"/>
    <w:rsid w:val="00D20A6C"/>
    <w:rsid w:val="00D20BEB"/>
    <w:rsid w:val="00D20C7C"/>
    <w:rsid w:val="00D215AE"/>
    <w:rsid w:val="00D21C40"/>
    <w:rsid w:val="00D21C99"/>
    <w:rsid w:val="00D21F36"/>
    <w:rsid w:val="00D22D0D"/>
    <w:rsid w:val="00D22DBB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301D8"/>
    <w:rsid w:val="00D30569"/>
    <w:rsid w:val="00D306BA"/>
    <w:rsid w:val="00D30904"/>
    <w:rsid w:val="00D31B8C"/>
    <w:rsid w:val="00D3327E"/>
    <w:rsid w:val="00D33426"/>
    <w:rsid w:val="00D336B3"/>
    <w:rsid w:val="00D342E4"/>
    <w:rsid w:val="00D3450B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FC4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224A"/>
    <w:rsid w:val="00D5386B"/>
    <w:rsid w:val="00D53C01"/>
    <w:rsid w:val="00D53DFF"/>
    <w:rsid w:val="00D54AF7"/>
    <w:rsid w:val="00D551AC"/>
    <w:rsid w:val="00D5555B"/>
    <w:rsid w:val="00D560C4"/>
    <w:rsid w:val="00D562B0"/>
    <w:rsid w:val="00D56A48"/>
    <w:rsid w:val="00D56F90"/>
    <w:rsid w:val="00D57989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DB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767B"/>
    <w:rsid w:val="00D87857"/>
    <w:rsid w:val="00D87F07"/>
    <w:rsid w:val="00D906F8"/>
    <w:rsid w:val="00D90BB0"/>
    <w:rsid w:val="00D918A6"/>
    <w:rsid w:val="00D9258E"/>
    <w:rsid w:val="00D93A7F"/>
    <w:rsid w:val="00D95912"/>
    <w:rsid w:val="00D95B3C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ACC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49B8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5AC"/>
    <w:rsid w:val="00DC1E68"/>
    <w:rsid w:val="00DC25FA"/>
    <w:rsid w:val="00DC38E6"/>
    <w:rsid w:val="00DC3C97"/>
    <w:rsid w:val="00DC3E8F"/>
    <w:rsid w:val="00DC3FFF"/>
    <w:rsid w:val="00DC4227"/>
    <w:rsid w:val="00DC4FE9"/>
    <w:rsid w:val="00DC52F1"/>
    <w:rsid w:val="00DC5E54"/>
    <w:rsid w:val="00DC619F"/>
    <w:rsid w:val="00DC6249"/>
    <w:rsid w:val="00DC62A2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3104"/>
    <w:rsid w:val="00DF4302"/>
    <w:rsid w:val="00DF4526"/>
    <w:rsid w:val="00DF4D17"/>
    <w:rsid w:val="00DF5A34"/>
    <w:rsid w:val="00DF63F2"/>
    <w:rsid w:val="00DF744F"/>
    <w:rsid w:val="00DF7577"/>
    <w:rsid w:val="00DF7659"/>
    <w:rsid w:val="00DF76F6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6346"/>
    <w:rsid w:val="00E169FD"/>
    <w:rsid w:val="00E16FD7"/>
    <w:rsid w:val="00E17410"/>
    <w:rsid w:val="00E201E7"/>
    <w:rsid w:val="00E206E2"/>
    <w:rsid w:val="00E20819"/>
    <w:rsid w:val="00E21A0C"/>
    <w:rsid w:val="00E21BFC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228C"/>
    <w:rsid w:val="00E33149"/>
    <w:rsid w:val="00E34B19"/>
    <w:rsid w:val="00E34BAA"/>
    <w:rsid w:val="00E351B1"/>
    <w:rsid w:val="00E35DCF"/>
    <w:rsid w:val="00E36A13"/>
    <w:rsid w:val="00E37207"/>
    <w:rsid w:val="00E37753"/>
    <w:rsid w:val="00E378C0"/>
    <w:rsid w:val="00E378F1"/>
    <w:rsid w:val="00E37D74"/>
    <w:rsid w:val="00E37FF5"/>
    <w:rsid w:val="00E4035E"/>
    <w:rsid w:val="00E408E6"/>
    <w:rsid w:val="00E40F45"/>
    <w:rsid w:val="00E41A2B"/>
    <w:rsid w:val="00E41F1B"/>
    <w:rsid w:val="00E42304"/>
    <w:rsid w:val="00E425DB"/>
    <w:rsid w:val="00E42E01"/>
    <w:rsid w:val="00E42E79"/>
    <w:rsid w:val="00E438FB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50783"/>
    <w:rsid w:val="00E50BAD"/>
    <w:rsid w:val="00E51173"/>
    <w:rsid w:val="00E5177F"/>
    <w:rsid w:val="00E51E52"/>
    <w:rsid w:val="00E53615"/>
    <w:rsid w:val="00E542EE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A"/>
    <w:rsid w:val="00E60EEA"/>
    <w:rsid w:val="00E612DB"/>
    <w:rsid w:val="00E6183D"/>
    <w:rsid w:val="00E61841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71CF"/>
    <w:rsid w:val="00E874C0"/>
    <w:rsid w:val="00E87CA8"/>
    <w:rsid w:val="00E90041"/>
    <w:rsid w:val="00E90532"/>
    <w:rsid w:val="00E919CD"/>
    <w:rsid w:val="00E91C13"/>
    <w:rsid w:val="00E91E62"/>
    <w:rsid w:val="00E92106"/>
    <w:rsid w:val="00E921DC"/>
    <w:rsid w:val="00E93059"/>
    <w:rsid w:val="00E93FEC"/>
    <w:rsid w:val="00E94542"/>
    <w:rsid w:val="00E9597E"/>
    <w:rsid w:val="00E9657D"/>
    <w:rsid w:val="00E96614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CB7"/>
    <w:rsid w:val="00EB43EC"/>
    <w:rsid w:val="00EB4E91"/>
    <w:rsid w:val="00EB5D29"/>
    <w:rsid w:val="00EB5D70"/>
    <w:rsid w:val="00EB72F8"/>
    <w:rsid w:val="00EB7EA8"/>
    <w:rsid w:val="00EC1540"/>
    <w:rsid w:val="00EC20F4"/>
    <w:rsid w:val="00EC24BE"/>
    <w:rsid w:val="00EC2594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7104"/>
    <w:rsid w:val="00EC72F3"/>
    <w:rsid w:val="00EC7742"/>
    <w:rsid w:val="00EC7C04"/>
    <w:rsid w:val="00EC7CA0"/>
    <w:rsid w:val="00ED0684"/>
    <w:rsid w:val="00ED06B9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199C"/>
    <w:rsid w:val="00EE2505"/>
    <w:rsid w:val="00EE25DD"/>
    <w:rsid w:val="00EE2EAC"/>
    <w:rsid w:val="00EE31F8"/>
    <w:rsid w:val="00EE3A03"/>
    <w:rsid w:val="00EE42A5"/>
    <w:rsid w:val="00EE4560"/>
    <w:rsid w:val="00EE4E9F"/>
    <w:rsid w:val="00EE538E"/>
    <w:rsid w:val="00EE5A10"/>
    <w:rsid w:val="00EE61A6"/>
    <w:rsid w:val="00EE64F3"/>
    <w:rsid w:val="00EE65F3"/>
    <w:rsid w:val="00EE6629"/>
    <w:rsid w:val="00EE6D6A"/>
    <w:rsid w:val="00EF06B1"/>
    <w:rsid w:val="00EF0803"/>
    <w:rsid w:val="00EF082C"/>
    <w:rsid w:val="00EF0EF7"/>
    <w:rsid w:val="00EF10FF"/>
    <w:rsid w:val="00EF232F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7515"/>
    <w:rsid w:val="00EF7E5B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78F"/>
    <w:rsid w:val="00F057F0"/>
    <w:rsid w:val="00F0688B"/>
    <w:rsid w:val="00F0692C"/>
    <w:rsid w:val="00F0704A"/>
    <w:rsid w:val="00F07236"/>
    <w:rsid w:val="00F074EA"/>
    <w:rsid w:val="00F07726"/>
    <w:rsid w:val="00F10499"/>
    <w:rsid w:val="00F11265"/>
    <w:rsid w:val="00F11649"/>
    <w:rsid w:val="00F11B57"/>
    <w:rsid w:val="00F11E3F"/>
    <w:rsid w:val="00F123D2"/>
    <w:rsid w:val="00F127B3"/>
    <w:rsid w:val="00F12BB2"/>
    <w:rsid w:val="00F130A9"/>
    <w:rsid w:val="00F13857"/>
    <w:rsid w:val="00F14BF2"/>
    <w:rsid w:val="00F14F34"/>
    <w:rsid w:val="00F15417"/>
    <w:rsid w:val="00F1551D"/>
    <w:rsid w:val="00F155B2"/>
    <w:rsid w:val="00F15DF4"/>
    <w:rsid w:val="00F16161"/>
    <w:rsid w:val="00F16614"/>
    <w:rsid w:val="00F20331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B81"/>
    <w:rsid w:val="00F315A5"/>
    <w:rsid w:val="00F31669"/>
    <w:rsid w:val="00F319FD"/>
    <w:rsid w:val="00F32709"/>
    <w:rsid w:val="00F328D2"/>
    <w:rsid w:val="00F32F3E"/>
    <w:rsid w:val="00F338AA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1395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867"/>
    <w:rsid w:val="00F459AD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735C"/>
    <w:rsid w:val="00F60D1D"/>
    <w:rsid w:val="00F6147E"/>
    <w:rsid w:val="00F61D18"/>
    <w:rsid w:val="00F622A3"/>
    <w:rsid w:val="00F624AB"/>
    <w:rsid w:val="00F624E6"/>
    <w:rsid w:val="00F62833"/>
    <w:rsid w:val="00F63109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5356"/>
    <w:rsid w:val="00F75D0C"/>
    <w:rsid w:val="00F7614E"/>
    <w:rsid w:val="00F768A3"/>
    <w:rsid w:val="00F76E16"/>
    <w:rsid w:val="00F8007B"/>
    <w:rsid w:val="00F803EA"/>
    <w:rsid w:val="00F81335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A3E"/>
    <w:rsid w:val="00F85F99"/>
    <w:rsid w:val="00F86003"/>
    <w:rsid w:val="00F8680B"/>
    <w:rsid w:val="00F87224"/>
    <w:rsid w:val="00F873A0"/>
    <w:rsid w:val="00F87AFF"/>
    <w:rsid w:val="00F87BF3"/>
    <w:rsid w:val="00F87D4D"/>
    <w:rsid w:val="00F918EF"/>
    <w:rsid w:val="00F92816"/>
    <w:rsid w:val="00F92F27"/>
    <w:rsid w:val="00F935F1"/>
    <w:rsid w:val="00F93AB2"/>
    <w:rsid w:val="00F93E35"/>
    <w:rsid w:val="00F9444A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F8A"/>
    <w:rsid w:val="00FA21C9"/>
    <w:rsid w:val="00FA299F"/>
    <w:rsid w:val="00FA2B1C"/>
    <w:rsid w:val="00FA385E"/>
    <w:rsid w:val="00FA38C5"/>
    <w:rsid w:val="00FA3BD2"/>
    <w:rsid w:val="00FA6297"/>
    <w:rsid w:val="00FA6504"/>
    <w:rsid w:val="00FA6EB3"/>
    <w:rsid w:val="00FA72B3"/>
    <w:rsid w:val="00FA7542"/>
    <w:rsid w:val="00FA7DAA"/>
    <w:rsid w:val="00FA7DC7"/>
    <w:rsid w:val="00FB050F"/>
    <w:rsid w:val="00FB111F"/>
    <w:rsid w:val="00FB140C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6325"/>
    <w:rsid w:val="00FB67CC"/>
    <w:rsid w:val="00FB69AC"/>
    <w:rsid w:val="00FB6FAD"/>
    <w:rsid w:val="00FB7140"/>
    <w:rsid w:val="00FB7290"/>
    <w:rsid w:val="00FC0425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3D6"/>
    <w:rsid w:val="00FC38CF"/>
    <w:rsid w:val="00FC43A0"/>
    <w:rsid w:val="00FC47DE"/>
    <w:rsid w:val="00FC669B"/>
    <w:rsid w:val="00FC7151"/>
    <w:rsid w:val="00FC73B5"/>
    <w:rsid w:val="00FC76D3"/>
    <w:rsid w:val="00FC7907"/>
    <w:rsid w:val="00FC7A8D"/>
    <w:rsid w:val="00FD00C2"/>
    <w:rsid w:val="00FD04F5"/>
    <w:rsid w:val="00FD0FE7"/>
    <w:rsid w:val="00FD23E8"/>
    <w:rsid w:val="00FD2CA9"/>
    <w:rsid w:val="00FD2FB7"/>
    <w:rsid w:val="00FD399B"/>
    <w:rsid w:val="00FD3B5C"/>
    <w:rsid w:val="00FD6038"/>
    <w:rsid w:val="00FD6A63"/>
    <w:rsid w:val="00FD6BE8"/>
    <w:rsid w:val="00FD70DF"/>
    <w:rsid w:val="00FD7CC5"/>
    <w:rsid w:val="00FE0B31"/>
    <w:rsid w:val="00FE0B8D"/>
    <w:rsid w:val="00FE1016"/>
    <w:rsid w:val="00FE148C"/>
    <w:rsid w:val="00FE1AEC"/>
    <w:rsid w:val="00FE20A5"/>
    <w:rsid w:val="00FE260D"/>
    <w:rsid w:val="00FE271B"/>
    <w:rsid w:val="00FE33C0"/>
    <w:rsid w:val="00FE3472"/>
    <w:rsid w:val="00FE3C8A"/>
    <w:rsid w:val="00FE4095"/>
    <w:rsid w:val="00FE4160"/>
    <w:rsid w:val="00FE4280"/>
    <w:rsid w:val="00FE4325"/>
    <w:rsid w:val="00FE5087"/>
    <w:rsid w:val="00FE5E09"/>
    <w:rsid w:val="00FE60F8"/>
    <w:rsid w:val="00FE613A"/>
    <w:rsid w:val="00FE62D8"/>
    <w:rsid w:val="00FE6929"/>
    <w:rsid w:val="00FE77B8"/>
    <w:rsid w:val="00FE7DA0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8C9"/>
    <w:rsid w:val="00FF6DF4"/>
    <w:rsid w:val="00FF730E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A2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5A1A26"/>
  </w:style>
  <w:style w:type="paragraph" w:customStyle="1" w:styleId="Style4">
    <w:name w:val="Style4"/>
    <w:basedOn w:val="Normal"/>
    <w:uiPriority w:val="99"/>
    <w:rsid w:val="005A1A26"/>
    <w:pPr>
      <w:spacing w:line="322" w:lineRule="exact"/>
      <w:jc w:val="center"/>
    </w:pPr>
  </w:style>
  <w:style w:type="character" w:customStyle="1" w:styleId="FontStyle12">
    <w:name w:val="Font Style12"/>
    <w:uiPriority w:val="99"/>
    <w:rsid w:val="005A1A26"/>
    <w:rPr>
      <w:rFonts w:ascii="Times New Roman" w:hAnsi="Times New Roman"/>
      <w:sz w:val="22"/>
    </w:rPr>
  </w:style>
  <w:style w:type="character" w:customStyle="1" w:styleId="FontStyle13">
    <w:name w:val="Font Style13"/>
    <w:uiPriority w:val="99"/>
    <w:rsid w:val="005A1A26"/>
    <w:rPr>
      <w:rFonts w:ascii="Times New Roman" w:hAnsi="Times New Roman"/>
      <w:b/>
      <w:sz w:val="26"/>
    </w:rPr>
  </w:style>
  <w:style w:type="paragraph" w:customStyle="1" w:styleId="ConsNormal">
    <w:name w:val="ConsNormal"/>
    <w:uiPriority w:val="99"/>
    <w:rsid w:val="005A1A2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uiPriority w:val="99"/>
    <w:rsid w:val="005A1A26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B5439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57050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B54399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5E1D2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5705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E1D2D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C17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57050"/>
    <w:rPr>
      <w:rFonts w:cs="Times New Roman"/>
      <w:sz w:val="2"/>
    </w:rPr>
  </w:style>
  <w:style w:type="paragraph" w:styleId="Footer">
    <w:name w:val="footer"/>
    <w:basedOn w:val="Normal"/>
    <w:link w:val="FooterChar"/>
    <w:uiPriority w:val="99"/>
    <w:rsid w:val="007069B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069B5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178</Words>
  <Characters>1016</Characters>
  <Application>Microsoft Office Outlook</Application>
  <DocSecurity>0</DocSecurity>
  <Lines>0</Lines>
  <Paragraphs>0</Paragraphs>
  <ScaleCrop>false</ScaleCrop>
  <Company>zsuo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</dc:title>
  <dc:subject/>
  <dc:creator>user</dc:creator>
  <cp:keywords/>
  <dc:description/>
  <cp:lastModifiedBy>Пользователь</cp:lastModifiedBy>
  <cp:revision>12</cp:revision>
  <cp:lastPrinted>2016-03-10T12:12:00Z</cp:lastPrinted>
  <dcterms:created xsi:type="dcterms:W3CDTF">2016-03-09T14:19:00Z</dcterms:created>
  <dcterms:modified xsi:type="dcterms:W3CDTF">2016-04-14T09:27:00Z</dcterms:modified>
</cp:coreProperties>
</file>